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D1A" w:rsidRDefault="00551D49" w:rsidP="005D5D1A">
      <w:pPr>
        <w:tabs>
          <w:tab w:val="left" w:pos="3990"/>
        </w:tabs>
        <w:jc w:val="center"/>
        <w:rPr>
          <w:b/>
          <w:bCs/>
          <w:noProof/>
          <w:sz w:val="28"/>
          <w:szCs w:val="28"/>
          <w:rtl/>
          <w:lang w:bidi="fa-IR"/>
        </w:rPr>
      </w:pPr>
      <w:bookmarkStart w:id="0" w:name="_GoBack"/>
      <w:bookmarkEnd w:id="0"/>
      <w:r>
        <w:rPr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63360" behindDoc="0" locked="0" layoutInCell="1" allowOverlap="1" wp14:anchorId="28C001BA" wp14:editId="690F0C97">
            <wp:simplePos x="0" y="0"/>
            <wp:positionH relativeFrom="margin">
              <wp:posOffset>2506980</wp:posOffset>
            </wp:positionH>
            <wp:positionV relativeFrom="paragraph">
              <wp:posOffset>0</wp:posOffset>
            </wp:positionV>
            <wp:extent cx="517046" cy="8286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vu arm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46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1D49" w:rsidRDefault="00551D49" w:rsidP="005D5D1A">
      <w:pPr>
        <w:tabs>
          <w:tab w:val="left" w:pos="3990"/>
        </w:tabs>
        <w:jc w:val="center"/>
        <w:rPr>
          <w:b/>
          <w:bCs/>
          <w:sz w:val="28"/>
          <w:szCs w:val="28"/>
          <w:rtl/>
          <w:lang w:bidi="fa-IR"/>
        </w:rPr>
      </w:pPr>
    </w:p>
    <w:p w:rsidR="00551D49" w:rsidRDefault="00551D49" w:rsidP="005D5D1A">
      <w:pPr>
        <w:jc w:val="center"/>
        <w:rPr>
          <w:b/>
          <w:bCs/>
          <w:rtl/>
          <w:lang w:bidi="fa-IR"/>
        </w:rPr>
      </w:pPr>
    </w:p>
    <w:p w:rsidR="00551D49" w:rsidRPr="00551D49" w:rsidRDefault="00551D49" w:rsidP="00551D49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>وزارت علوم، تحقیقات و فناوری</w:t>
      </w:r>
    </w:p>
    <w:p w:rsidR="00551D49" w:rsidRPr="00551D49" w:rsidRDefault="00551D49" w:rsidP="00551D49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>دانشگاه فنی و حرفه ای</w:t>
      </w:r>
    </w:p>
    <w:p w:rsidR="00551D49" w:rsidRPr="00551D49" w:rsidRDefault="00551D49" w:rsidP="00600187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 xml:space="preserve">آموزشکده فنی و حرفه ای </w:t>
      </w:r>
      <w:r w:rsidR="00600187">
        <w:rPr>
          <w:rFonts w:hint="cs"/>
          <w:b/>
          <w:bCs/>
          <w:sz w:val="20"/>
          <w:szCs w:val="24"/>
          <w:rtl/>
          <w:lang w:bidi="fa-IR"/>
        </w:rPr>
        <w:t>پسران</w:t>
      </w:r>
      <w:r w:rsidRPr="00551D49">
        <w:rPr>
          <w:rFonts w:hint="cs"/>
          <w:b/>
          <w:bCs/>
          <w:sz w:val="20"/>
          <w:szCs w:val="24"/>
          <w:rtl/>
          <w:lang w:bidi="fa-IR"/>
        </w:rPr>
        <w:t xml:space="preserve"> رامسر</w:t>
      </w:r>
      <w:r w:rsidR="00600187">
        <w:rPr>
          <w:rFonts w:hint="cs"/>
          <w:b/>
          <w:bCs/>
          <w:sz w:val="20"/>
          <w:szCs w:val="24"/>
          <w:rtl/>
          <w:lang w:bidi="fa-IR"/>
        </w:rPr>
        <w:t xml:space="preserve"> - ملاصدرا</w:t>
      </w:r>
    </w:p>
    <w:p w:rsidR="00551D49" w:rsidRDefault="00551D49" w:rsidP="005D5D1A">
      <w:pPr>
        <w:jc w:val="center"/>
        <w:rPr>
          <w:b/>
          <w:bCs/>
          <w:rtl/>
          <w:lang w:bidi="fa-IR"/>
        </w:rPr>
      </w:pPr>
    </w:p>
    <w:p w:rsidR="005D5D1A" w:rsidRPr="00551D49" w:rsidRDefault="005D5D1A" w:rsidP="00000C18">
      <w:pPr>
        <w:jc w:val="center"/>
        <w:rPr>
          <w:rFonts w:cs="B Titr"/>
          <w:b/>
          <w:bCs/>
          <w:sz w:val="24"/>
          <w:szCs w:val="28"/>
          <w:rtl/>
          <w:lang w:bidi="fa-IR"/>
        </w:rPr>
      </w:pPr>
      <w:r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گزارش </w:t>
      </w:r>
      <w:r w:rsidR="00551D49"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 </w:t>
      </w:r>
      <w:r w:rsidR="00000C18">
        <w:rPr>
          <w:rFonts w:cs="B Titr" w:hint="cs"/>
          <w:b/>
          <w:bCs/>
          <w:sz w:val="24"/>
          <w:szCs w:val="28"/>
          <w:rtl/>
          <w:lang w:bidi="fa-IR"/>
        </w:rPr>
        <w:t>پایان دوره</w:t>
      </w:r>
      <w:r w:rsidR="00551D49"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 </w:t>
      </w:r>
      <w:r w:rsidRPr="00551D49">
        <w:rPr>
          <w:rFonts w:cs="B Titr" w:hint="cs"/>
          <w:b/>
          <w:bCs/>
          <w:sz w:val="24"/>
          <w:szCs w:val="28"/>
          <w:rtl/>
          <w:lang w:bidi="fa-IR"/>
        </w:rPr>
        <w:t>کارآموزی</w:t>
      </w:r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  <w:r>
        <w:rPr>
          <w:rFonts w:hint="cs"/>
          <w:rtl/>
          <w:lang w:bidi="fa-IR"/>
        </w:rPr>
        <w:t xml:space="preserve">در رشته </w:t>
      </w:r>
      <w:sdt>
        <w:sdtPr>
          <w:rPr>
            <w:rFonts w:hint="cs"/>
            <w:color w:val="2E74B5" w:themeColor="accent1" w:themeShade="BF"/>
            <w:rtl/>
            <w:lang w:bidi="fa-IR"/>
          </w:rPr>
          <w:id w:val="506251289"/>
          <w:placeholder>
            <w:docPart w:val="F42EAE7CA2964FE19799EF4F2A347A20"/>
          </w:placeholder>
        </w:sdtPr>
        <w:sdtEndPr/>
        <w:sdtContent>
          <w:r w:rsidRPr="00713CE1">
            <w:rPr>
              <w:rFonts w:hint="cs"/>
              <w:color w:val="2E74B5" w:themeColor="accent1" w:themeShade="BF"/>
              <w:rtl/>
              <w:lang w:bidi="fa-IR"/>
            </w:rPr>
            <w:t>مقطع تحصیلی و عنوان رشته خود را در این قسمت بنویسید</w:t>
          </w:r>
        </w:sdtContent>
      </w:sdt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b/>
          <w:bCs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محل کارآموزی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b/>
          <w:bCs/>
          <w:color w:val="2E74B5" w:themeColor="accent1" w:themeShade="BF"/>
          <w:sz w:val="32"/>
          <w:szCs w:val="32"/>
          <w:rtl/>
          <w:lang w:bidi="fa-IR"/>
        </w:rPr>
        <w:id w:val="1146474311"/>
        <w:placeholder>
          <w:docPart w:val="F42EAE7CA2964FE19799EF4F2A347A20"/>
        </w:placeholder>
      </w:sdtPr>
      <w:sdtEndPr>
        <w:rPr>
          <w:b w:val="0"/>
          <w:bCs w:val="0"/>
          <w:color w:val="auto"/>
          <w:sz w:val="22"/>
          <w:szCs w:val="26"/>
          <w:lang w:bidi="ar-SA"/>
        </w:rPr>
      </w:sdtEndPr>
      <w:sdtContent>
        <w:p w:rsidR="005D5D1A" w:rsidRPr="00D560C0" w:rsidRDefault="005D5D1A" w:rsidP="005D5D1A">
          <w:pPr>
            <w:jc w:val="center"/>
            <w:rPr>
              <w:rtl/>
            </w:rPr>
          </w:pPr>
          <w:r w:rsidRPr="00713CE1">
            <w:rPr>
              <w:rFonts w:hint="cs"/>
              <w:b/>
              <w:bCs/>
              <w:color w:val="2E74B5" w:themeColor="accent1" w:themeShade="BF"/>
              <w:sz w:val="32"/>
              <w:szCs w:val="32"/>
              <w:rtl/>
            </w:rPr>
            <w:t>عنوان محل کارآموزی را در این قسمت تایپ کنید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b/>
          <w:bCs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color w:val="2E74B5" w:themeColor="accent1" w:themeShade="BF"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دانشجو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color w:val="000000" w:themeColor="text1"/>
          <w:rtl/>
          <w:lang w:bidi="fa-IR"/>
        </w:rPr>
        <w:id w:val="1667201266"/>
        <w:placeholder>
          <w:docPart w:val="F42EAE7CA2964FE19799EF4F2A347A20"/>
        </w:placeholder>
      </w:sdtPr>
      <w:sdtEndPr>
        <w:rPr>
          <w:color w:val="2E74B5" w:themeColor="accent1" w:themeShade="BF"/>
        </w:rPr>
      </w:sdtEndPr>
      <w:sdtContent>
        <w:p w:rsidR="005D5D1A" w:rsidRPr="00713CE1" w:rsidRDefault="005D5D1A" w:rsidP="005D5D1A">
          <w:pPr>
            <w:jc w:val="center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نام و نام خانوادگی دانشجو در این قسمت نوشته شود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F60FA2" w:rsidRDefault="00F60FA2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استاد کارآموزی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color w:val="2E74B5" w:themeColor="accent1" w:themeShade="BF"/>
          <w:rtl/>
          <w:lang w:bidi="fa-IR"/>
        </w:rPr>
        <w:id w:val="1453128815"/>
        <w:placeholder>
          <w:docPart w:val="F42EAE7CA2964FE19799EF4F2A347A20"/>
        </w:placeholder>
      </w:sdtPr>
      <w:sdtEndPr/>
      <w:sdtContent>
        <w:p w:rsidR="005D5D1A" w:rsidRPr="00713CE1" w:rsidRDefault="005D5D1A" w:rsidP="005D5D1A">
          <w:pPr>
            <w:jc w:val="center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نام و نام خانوادگی استاد کارآموزی در این قسمت نوشته شود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191A3F" w:rsidRPr="00623ABB" w:rsidRDefault="00191A3F" w:rsidP="00191A3F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تاریخ کارآموزی:</w:t>
      </w:r>
    </w:p>
    <w:sdt>
      <w:sdtPr>
        <w:rPr>
          <w:rtl/>
          <w:lang w:bidi="fa-IR"/>
        </w:rPr>
        <w:id w:val="-1806849231"/>
        <w:placeholder>
          <w:docPart w:val="F42EAE7CA2964FE19799EF4F2A347A20"/>
        </w:placeholder>
      </w:sdtPr>
      <w:sdtEndPr>
        <w:rPr>
          <w:color w:val="2E74B5" w:themeColor="accent1" w:themeShade="BF"/>
        </w:rPr>
      </w:sdtEndPr>
      <w:sdtContent>
        <w:p w:rsidR="005D5D1A" w:rsidRPr="00713CE1" w:rsidRDefault="005D5D1A" w:rsidP="00191A3F">
          <w:pPr>
            <w:jc w:val="center"/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مثلا </w:t>
          </w:r>
          <w:r w:rsidR="00551D49">
            <w:rPr>
              <w:rFonts w:hint="cs"/>
              <w:color w:val="2E74B5" w:themeColor="accent1" w:themeShade="BF"/>
              <w:rtl/>
              <w:lang w:bidi="fa-IR"/>
            </w:rPr>
            <w:t>فروردین تا خرداد 98</w:t>
          </w:r>
        </w:p>
      </w:sdtContent>
    </w:sdt>
    <w:p w:rsidR="00E90050" w:rsidRDefault="00E90050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D76561" w:rsidRPr="00D76561" w:rsidRDefault="00D76561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  <w:r w:rsidRPr="00D76561">
        <w:rPr>
          <w:rFonts w:ascii="IranNastaliq" w:hAnsi="IranNastaliq" w:cs="IranNastaliq"/>
          <w:sz w:val="54"/>
          <w:szCs w:val="54"/>
          <w:rtl/>
        </w:rPr>
        <w:t>بسم الله الرحمن و الرحیم</w:t>
      </w: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  <w:sectPr w:rsidR="00D76561" w:rsidSect="006B03B2">
          <w:footerReference w:type="default" r:id="rId9"/>
          <w:pgSz w:w="11907" w:h="16839" w:code="9"/>
          <w:pgMar w:top="1440" w:right="1728" w:bottom="1440" w:left="1440" w:header="720" w:footer="720" w:gutter="0"/>
          <w:cols w:space="720"/>
          <w:titlePg/>
          <w:rtlGutter/>
          <w:docGrid w:linePitch="360"/>
        </w:sect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تقدیر و تشکر:</w:t>
      </w: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sdt>
      <w:sdtPr>
        <w:rPr>
          <w:color w:val="2E74B5" w:themeColor="accent1" w:themeShade="BF"/>
          <w:sz w:val="24"/>
          <w:szCs w:val="24"/>
          <w:rtl/>
        </w:rPr>
        <w:id w:val="1898474896"/>
        <w:placeholder>
          <w:docPart w:val="381857A06FD04DB6AA6A00CD635C7DA8"/>
        </w:placeholder>
      </w:sdtPr>
      <w:sdtEndPr>
        <w:rPr>
          <w:sz w:val="22"/>
          <w:szCs w:val="26"/>
        </w:rPr>
      </w:sdtEndPr>
      <w:sdtContent>
        <w:p w:rsidR="00883BF6" w:rsidRPr="00713CE1" w:rsidRDefault="00883BF6" w:rsidP="00616F86">
          <w:pPr>
            <w:ind w:left="639" w:right="630" w:firstLine="360"/>
            <w:rPr>
              <w:color w:val="2E74B5" w:themeColor="accent1" w:themeShade="BF"/>
              <w:rtl/>
            </w:rPr>
          </w:pP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>در این بخش</w:t>
          </w:r>
          <w:r w:rsidR="00616F86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 می توانید</w:t>
          </w: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 </w:t>
          </w:r>
          <w:r>
            <w:rPr>
              <w:rFonts w:hint="cs"/>
              <w:color w:val="2E74B5" w:themeColor="accent1" w:themeShade="BF"/>
              <w:sz w:val="24"/>
              <w:szCs w:val="24"/>
              <w:rtl/>
            </w:rPr>
            <w:t>از خانواد</w:t>
          </w:r>
          <w:r w:rsidR="00616F86">
            <w:rPr>
              <w:rFonts w:hint="cs"/>
              <w:color w:val="2E74B5" w:themeColor="accent1" w:themeShade="BF"/>
              <w:sz w:val="24"/>
              <w:szCs w:val="24"/>
              <w:rtl/>
            </w:rPr>
            <w:t>ه</w:t>
          </w:r>
          <w:r w:rsidR="00616F86">
            <w:rPr>
              <w:rFonts w:hint="cs"/>
              <w:color w:val="2E74B5" w:themeColor="accent1" w:themeShade="BF"/>
              <w:rtl/>
            </w:rPr>
            <w:t xml:space="preserve">، سرپرست، همکاران و استاد کارآموزی و ... تشکر کنید. </w:t>
          </w:r>
        </w:p>
      </w:sdtContent>
    </w:sdt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BF1F0C" w:rsidRDefault="005D5D1A" w:rsidP="005D5D1A">
      <w:pPr>
        <w:ind w:left="639"/>
        <w:rPr>
          <w:b/>
          <w:bCs/>
          <w:sz w:val="32"/>
          <w:szCs w:val="32"/>
          <w:rtl/>
          <w:lang w:bidi="fa-IR"/>
        </w:rPr>
      </w:pPr>
      <w:r w:rsidRPr="005D5D1A">
        <w:rPr>
          <w:rFonts w:hint="cs"/>
          <w:b/>
          <w:bCs/>
          <w:sz w:val="32"/>
          <w:szCs w:val="32"/>
          <w:rtl/>
        </w:rPr>
        <w:t>چکیده</w:t>
      </w:r>
    </w:p>
    <w:sdt>
      <w:sdtPr>
        <w:rPr>
          <w:color w:val="2E74B5" w:themeColor="accent1" w:themeShade="BF"/>
          <w:sz w:val="24"/>
          <w:szCs w:val="24"/>
          <w:rtl/>
        </w:rPr>
        <w:id w:val="1355143437"/>
        <w:placeholder>
          <w:docPart w:val="B4FE01FE2FB94206B178278F84BF8DEB"/>
        </w:placeholder>
      </w:sdtPr>
      <w:sdtEndPr>
        <w:rPr>
          <w:sz w:val="22"/>
          <w:szCs w:val="26"/>
        </w:rPr>
      </w:sdtEndPr>
      <w:sdtContent>
        <w:p w:rsidR="005D5D1A" w:rsidRPr="00713CE1" w:rsidRDefault="005D5D1A" w:rsidP="005B5703">
          <w:pPr>
            <w:ind w:left="639" w:right="630" w:firstLine="360"/>
            <w:rPr>
              <w:color w:val="2E74B5" w:themeColor="accent1" w:themeShade="BF"/>
              <w:rtl/>
            </w:rPr>
          </w:pP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در این بخش به اندازه یک پاراگراف </w:t>
          </w:r>
          <w:r w:rsidR="00551D49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بصورت مختصر و مفید، ضمن معرفی محل کارآموزی و فعالیت های که در آن انجام می شود، انتظار می رود دانشجو، عنوان </w:t>
          </w: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>فعالیت</w:t>
          </w:r>
          <w:r w:rsidRPr="00713CE1">
            <w:rPr>
              <w:color w:val="2E74B5" w:themeColor="accent1" w:themeShade="BF"/>
              <w:sz w:val="24"/>
              <w:szCs w:val="24"/>
              <w:rtl/>
            </w:rPr>
            <w:softHyphen/>
          </w:r>
          <w:r w:rsidR="00551D49">
            <w:rPr>
              <w:rFonts w:hint="cs"/>
              <w:color w:val="2E74B5" w:themeColor="accent1" w:themeShade="BF"/>
              <w:sz w:val="24"/>
              <w:szCs w:val="24"/>
              <w:rtl/>
            </w:rPr>
            <w:t>های که خودش انجام داده است را ذکر نماید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 بدیهی است توضیحات بیشتر و کامل تر در متن اصلی می بایست درج گردد. </w:t>
          </w:r>
          <w:r w:rsidR="00551D49" w:rsidRPr="00551D49">
            <w:rPr>
              <w:color w:val="2E74B5" w:themeColor="accent1" w:themeShade="BF"/>
              <w:rtl/>
            </w:rPr>
            <w:t xml:space="preserve">اگرچه چكيده در ابتداي گزارش قرار مي‌گيرد ولي معمولاً آخرين قسمت گزارش است كه تهيه و تنظيم مي‌شود. </w:t>
          </w:r>
          <w:r w:rsidRPr="00713CE1">
            <w:rPr>
              <w:rFonts w:hint="cs"/>
              <w:color w:val="2E74B5" w:themeColor="accent1" w:themeShade="BF"/>
              <w:rtl/>
            </w:rPr>
            <w:t>دقت کنید هدف از نگارش این بخش تشویق مخاطب به مطالعه دقیق</w:t>
          </w:r>
          <w:r w:rsidRPr="00713CE1">
            <w:rPr>
              <w:color w:val="2E74B5" w:themeColor="accent1" w:themeShade="BF"/>
              <w:rtl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</w:rPr>
            <w:t xml:space="preserve">تر 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متن </w:t>
          </w:r>
          <w:r w:rsidR="005B5703">
            <w:rPr>
              <w:rFonts w:hint="cs"/>
              <w:color w:val="2E74B5" w:themeColor="accent1" w:themeShade="BF"/>
              <w:rtl/>
            </w:rPr>
            <w:t>گزارش کارآموزی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 تا با حرفه مورد نظر بیشتر آشنا گردد.</w:t>
          </w:r>
        </w:p>
      </w:sdtContent>
    </w:sdt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jc w:val="center"/>
        <w:rPr>
          <w:b/>
          <w:bCs/>
          <w:sz w:val="32"/>
          <w:szCs w:val="32"/>
          <w:rtl/>
        </w:rPr>
      </w:pPr>
      <w:r w:rsidRPr="005D5D1A">
        <w:rPr>
          <w:rFonts w:hint="cs"/>
          <w:b/>
          <w:bCs/>
          <w:sz w:val="32"/>
          <w:szCs w:val="32"/>
          <w:rtl/>
        </w:rPr>
        <w:t>فهرست مطالب</w:t>
      </w:r>
    </w:p>
    <w:p w:rsidR="005D373F" w:rsidRPr="005D373F" w:rsidRDefault="005D373F" w:rsidP="005D373F">
      <w:pPr>
        <w:spacing w:line="240" w:lineRule="auto"/>
        <w:ind w:left="634" w:right="634" w:firstLine="360"/>
        <w:jc w:val="center"/>
        <w:rPr>
          <w:b/>
          <w:bCs/>
          <w:sz w:val="16"/>
          <w:szCs w:val="16"/>
          <w:rtl/>
        </w:rPr>
      </w:pPr>
    </w:p>
    <w:tbl>
      <w:tblPr>
        <w:tblStyle w:val="TableGrid"/>
        <w:bidiVisual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9"/>
        <w:gridCol w:w="1080"/>
      </w:tblGrid>
      <w:tr w:rsidR="005D373F" w:rsidTr="005D373F">
        <w:tc>
          <w:tcPr>
            <w:tcW w:w="7649" w:type="dxa"/>
          </w:tcPr>
          <w:p w:rsidR="005D373F" w:rsidRPr="005D373F" w:rsidRDefault="005D5D1A" w:rsidP="005D373F">
            <w:pPr>
              <w:spacing w:line="240" w:lineRule="auto"/>
              <w:rPr>
                <w:b/>
                <w:bCs/>
                <w:sz w:val="28"/>
                <w:szCs w:val="28"/>
                <w:rtl/>
              </w:rPr>
            </w:pPr>
            <w:r w:rsidRPr="005D373F">
              <w:rPr>
                <w:b/>
                <w:bCs/>
                <w:sz w:val="28"/>
                <w:szCs w:val="28"/>
                <w:rtl/>
              </w:rPr>
              <w:br w:type="page"/>
            </w:r>
            <w:r w:rsidR="005D373F" w:rsidRPr="005D373F">
              <w:rPr>
                <w:rFonts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1080" w:type="dxa"/>
          </w:tcPr>
          <w:p w:rsidR="005D373F" w:rsidRPr="005D373F" w:rsidRDefault="005D373F" w:rsidP="005D373F">
            <w:pPr>
              <w:spacing w:line="24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5D373F">
              <w:rPr>
                <w:rFonts w:hint="cs"/>
                <w:b/>
                <w:bCs/>
                <w:sz w:val="28"/>
                <w:szCs w:val="28"/>
                <w:rtl/>
              </w:rPr>
              <w:t>صفحه</w:t>
            </w:r>
          </w:p>
        </w:tc>
      </w:tr>
    </w:tbl>
    <w:sdt>
      <w:sdtPr>
        <w:rPr>
          <w:rtl/>
        </w:rPr>
        <w:id w:val="-16235341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5D373F" w:rsidRDefault="005D373F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6298940" w:history="1">
            <w:r>
              <w:rPr>
                <w:rStyle w:val="Hyperlink"/>
                <w:rFonts w:hint="cs"/>
                <w:noProof/>
                <w:rtl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اول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معرف</w:t>
            </w:r>
            <w:r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محل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کارآموز</w:t>
            </w:r>
            <w:r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_Toc376298940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1" w:history="1">
            <w:r w:rsidR="005D373F" w:rsidRPr="006178C8">
              <w:rPr>
                <w:rStyle w:val="Hyperlink"/>
                <w:noProof/>
                <w:rtl/>
              </w:rPr>
              <w:t>1-1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_Toc376298941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2" w:history="1">
            <w:r w:rsidR="005D373F" w:rsidRPr="006178C8">
              <w:rPr>
                <w:rStyle w:val="Hyperlink"/>
                <w:noProof/>
                <w:rtl/>
              </w:rPr>
              <w:t>1-2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ساختار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سازمان</w:t>
            </w:r>
            <w:r w:rsidR="005D373F" w:rsidRPr="006178C8">
              <w:rPr>
                <w:rStyle w:val="Hyperlink"/>
                <w:rFonts w:hint="cs"/>
                <w:noProof/>
                <w:rtl/>
              </w:rPr>
              <w:t>ی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محل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کارآموز</w:t>
            </w:r>
            <w:r w:rsidR="005D373F" w:rsidRPr="006178C8">
              <w:rPr>
                <w:rStyle w:val="Hyperlink"/>
                <w:rFonts w:hint="cs"/>
                <w:noProof/>
                <w:rtl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_Toc376298942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3" w:history="1">
            <w:r w:rsidR="005D373F">
              <w:rPr>
                <w:rStyle w:val="Hyperlink"/>
                <w:rFonts w:hint="cs"/>
                <w:noProof/>
                <w:rtl/>
              </w:rPr>
              <w:t>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دوم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وظا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محوله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و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فعال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تها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انجام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شده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_Toc376298943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4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2-1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_Toc376298944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51D49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5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2-2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51D49">
              <w:rPr>
                <w:rStyle w:val="Hyperlink"/>
                <w:rFonts w:hint="cs"/>
                <w:noProof/>
                <w:rtl/>
                <w:lang w:bidi="fa-IR"/>
              </w:rPr>
              <w:t>جزئیات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وظا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محوله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_Toc376298945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7" w:history="1">
            <w:r w:rsidR="005D373F" w:rsidRPr="006178C8">
              <w:rPr>
                <w:rStyle w:val="Hyperlink"/>
                <w:noProof/>
                <w:rtl/>
              </w:rPr>
              <w:t>3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سوم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دست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softHyphen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آوردها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کارآموز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_Toc376298947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8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3-1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_Toc376298948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9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3-2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نتا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بدست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آمده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_Toc376298949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8F2D63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50" w:history="1">
            <w:r w:rsidR="005D373F">
              <w:rPr>
                <w:rStyle w:val="Hyperlink"/>
                <w:rFonts w:hint="cs"/>
                <w:noProof/>
                <w:rtl/>
                <w:lang w:bidi="fa-IR"/>
              </w:rPr>
              <w:t>3-3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ارز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کارآموز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_Toc376298950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5D373F" w:rsidP="005D373F">
          <w:pPr>
            <w:spacing w:line="24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5D373F" w:rsidRDefault="005D373F" w:rsidP="005D373F">
      <w:pPr>
        <w:rPr>
          <w:rtl/>
        </w:rPr>
      </w:pPr>
    </w:p>
    <w:p w:rsidR="007F2D8F" w:rsidRDefault="007F2D8F" w:rsidP="005D373F">
      <w:pPr>
        <w:rPr>
          <w:rtl/>
        </w:rPr>
      </w:pPr>
    </w:p>
    <w:p w:rsidR="007F2D8F" w:rsidRPr="005D373F" w:rsidRDefault="007F2D8F" w:rsidP="005D373F">
      <w:pPr>
        <w:rPr>
          <w:rtl/>
        </w:rPr>
        <w:sectPr w:rsidR="007F2D8F" w:rsidRPr="005D373F" w:rsidSect="005D373F">
          <w:headerReference w:type="default" r:id="rId10"/>
          <w:footerReference w:type="first" r:id="rId11"/>
          <w:pgSz w:w="11907" w:h="16839" w:code="9"/>
          <w:pgMar w:top="1440" w:right="1728" w:bottom="1440" w:left="1440" w:header="720" w:footer="720" w:gutter="0"/>
          <w:pgNumType w:fmt="upperRoman" w:start="1"/>
          <w:cols w:space="720"/>
          <w:titlePg/>
          <w:rtlGutter/>
          <w:docGrid w:linePitch="360"/>
        </w:sectPr>
      </w:pPr>
    </w:p>
    <w:p w:rsidR="005D5D1A" w:rsidRPr="00CA23B7" w:rsidRDefault="005D5D1A" w:rsidP="00CA23B7">
      <w:pPr>
        <w:pStyle w:val="Heading1"/>
      </w:pPr>
      <w:bookmarkStart w:id="1" w:name="_Toc376298940"/>
      <w:r w:rsidRPr="00CA23B7">
        <w:rPr>
          <w:rFonts w:hint="cs"/>
          <w:rtl/>
        </w:rPr>
        <w:lastRenderedPageBreak/>
        <w:t>فصل اول: معرفی محل کارآموزی</w:t>
      </w:r>
      <w:bookmarkEnd w:id="1"/>
    </w:p>
    <w:p w:rsidR="005D5D1A" w:rsidRPr="00CA23B7" w:rsidRDefault="005D5D1A" w:rsidP="00CA23B7">
      <w:pPr>
        <w:pStyle w:val="Heading2"/>
        <w:rPr>
          <w:rtl/>
        </w:rPr>
      </w:pPr>
      <w:bookmarkStart w:id="2" w:name="_Toc376298941"/>
      <w:r w:rsidRPr="00CA23B7">
        <w:rPr>
          <w:rFonts w:hint="cs"/>
          <w:rtl/>
          <w:lang w:bidi="fa-IR"/>
        </w:rPr>
        <w:t>مقدمه</w:t>
      </w:r>
      <w:bookmarkEnd w:id="2"/>
    </w:p>
    <w:sdt>
      <w:sdtPr>
        <w:rPr>
          <w:rFonts w:hint="cs"/>
          <w:color w:val="2E74B5" w:themeColor="accent1" w:themeShade="BF"/>
          <w:rtl/>
          <w:lang w:bidi="fa-IR"/>
        </w:rPr>
        <w:id w:val="-1169401552"/>
        <w:placeholder>
          <w:docPart w:val="B4FE01FE2FB94206B178278F84BF8DEB"/>
        </w:placeholder>
      </w:sdtPr>
      <w:sdtEndPr/>
      <w:sdtContent>
        <w:p w:rsidR="005D5D1A" w:rsidRPr="00713CE1" w:rsidRDefault="005D5D1A" w:rsidP="00F1099E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مقدمه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بر چگونگی انتخاب محل کارآموزی و دلیل ارتباط این محل با رشته خود را بنویسید.</w:t>
          </w:r>
          <w:r w:rsidR="00551D49">
            <w:rPr>
              <w:rFonts w:hint="cs"/>
              <w:color w:val="2E74B5" w:themeColor="accent1" w:themeShade="BF"/>
              <w:rtl/>
              <w:lang w:bidi="fa-IR"/>
            </w:rPr>
            <w:t xml:space="preserve"> فونت متن را لطفا تغییر ندهید. ولی پیش از چاپ، رنگ متن را مشکی نمایید.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برای اعمال درست تنظیمات در هنگام نگارش متن توصیه می</w:t>
          </w:r>
          <w:r w:rsidR="00F1099E">
            <w:rPr>
              <w:color w:val="2E74B5" w:themeColor="accent1" w:themeShade="BF"/>
              <w:rtl/>
              <w:lang w:bidi="fa-IR"/>
            </w:rPr>
            <w:softHyphen/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>شود با نسخه</w:t>
          </w:r>
          <w:r w:rsidR="00F1099E">
            <w:rPr>
              <w:color w:val="2E74B5" w:themeColor="accent1" w:themeShade="BF"/>
              <w:rtl/>
              <w:lang w:bidi="fa-IR"/>
            </w:rPr>
            <w:softHyphen/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های بالاتر از 2013 ورد کار کنید. 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>سعی کنید در تمام کل گزارش کارآموزی بر اساس عناوین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و فونتهای 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از پیش تعیین شده 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نگارش خهود را انجام دهید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>.</w:t>
          </w:r>
        </w:p>
      </w:sdtContent>
    </w:sdt>
    <w:p w:rsidR="005D5D1A" w:rsidRPr="00CA23B7" w:rsidRDefault="005D5D1A" w:rsidP="00CA23B7">
      <w:pPr>
        <w:pStyle w:val="Heading2"/>
        <w:rPr>
          <w:rtl/>
        </w:rPr>
      </w:pPr>
      <w:bookmarkStart w:id="3" w:name="_Toc376298942"/>
      <w:r w:rsidRPr="00CA23B7">
        <w:rPr>
          <w:rFonts w:hint="cs"/>
          <w:rtl/>
        </w:rPr>
        <w:t>ساختار سازمانی محل کارآموزی</w:t>
      </w:r>
      <w:bookmarkEnd w:id="3"/>
    </w:p>
    <w:sdt>
      <w:sdtPr>
        <w:rPr>
          <w:rFonts w:hint="cs"/>
          <w:color w:val="2E74B5" w:themeColor="accent1" w:themeShade="BF"/>
          <w:rtl/>
          <w:lang w:bidi="fa-IR"/>
        </w:rPr>
        <w:id w:val="1826468646"/>
        <w:placeholder>
          <w:docPart w:val="B4FE01FE2FB94206B178278F84BF8DEB"/>
        </w:placeholder>
      </w:sdtPr>
      <w:sdtEndPr>
        <w:rPr>
          <w:color w:val="auto"/>
        </w:rPr>
      </w:sdtEndPr>
      <w:sdtContent>
        <w:p w:rsidR="00E92846" w:rsidRPr="00E92846" w:rsidRDefault="00E90050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اطلاعات کلی از محل کارآموزی خود را به همراه جایگاه بخشی که در آن کار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کردید را در این قسمت بنویسید.</w:t>
          </w:r>
          <w:r w:rsidR="00E92846">
            <w:rPr>
              <w:rFonts w:hint="cs"/>
              <w:color w:val="2E74B5" w:themeColor="accent1" w:themeShade="BF"/>
              <w:rtl/>
              <w:lang w:bidi="fa-IR"/>
            </w:rPr>
            <w:t xml:space="preserve"> </w:t>
          </w:r>
          <w:r w:rsidR="00E92846" w:rsidRPr="00E92846">
            <w:rPr>
              <w:color w:val="2E74B5" w:themeColor="accent1" w:themeShade="BF"/>
              <w:rtl/>
              <w:lang w:bidi="fa-IR"/>
            </w:rPr>
            <w:t>خلاصه مختصري راجع به محلي كه كارآموزي در آن انجام شده است شامل: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نام محل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 xml:space="preserve"> نام بردن بخش‌هاي محل (چنانچه شركت يا محل از بخش‌هاي بسياري بزرگ مختلفي تشكيل شده است) و معرفي خلاصه بخشي كه كارآموزي در آن انجام شده است.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زمينه كاري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تعداد تقريبي كاركنان محل</w:t>
          </w:r>
        </w:p>
        <w:p w:rsid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 xml:space="preserve"> ليست خلاصه اي از پروژه‌ها و فعاليت‌هاي انجام شده قبل</w:t>
          </w:r>
          <w:r w:rsidRPr="00E92846">
            <w:rPr>
              <w:rFonts w:hint="cs"/>
              <w:color w:val="2E74B5" w:themeColor="accent1" w:themeShade="BF"/>
              <w:rtl/>
              <w:lang w:bidi="fa-IR"/>
            </w:rPr>
            <w:t>ی</w:t>
          </w:r>
          <w:r w:rsidRPr="00E92846">
            <w:rPr>
              <w:color w:val="2E74B5" w:themeColor="accent1" w:themeShade="BF"/>
              <w:rtl/>
              <w:lang w:bidi="fa-IR"/>
            </w:rPr>
            <w:t xml:space="preserve"> و جاري شركت</w:t>
          </w:r>
        </w:p>
        <w:p w:rsidR="005D5D1A" w:rsidRPr="007F2D8F" w:rsidRDefault="007F2D8F" w:rsidP="007F2D8F">
          <w:pPr>
            <w:pStyle w:val="ListParagraph"/>
            <w:numPr>
              <w:ilvl w:val="0"/>
              <w:numId w:val="10"/>
            </w:numPr>
            <w:rPr>
              <w:color w:val="2E74B5" w:themeColor="accent1" w:themeShade="BF"/>
              <w:rtl/>
              <w:lang w:bidi="fa-IR"/>
            </w:rPr>
          </w:pPr>
          <w:r w:rsidRPr="00713CE1">
            <w:rPr>
              <w:noProof/>
              <w:lang w:bidi="fa-IR"/>
            </w:rPr>
            <w:drawing>
              <wp:anchor distT="0" distB="0" distL="114300" distR="114300" simplePos="0" relativeHeight="251665408" behindDoc="0" locked="0" layoutInCell="1" allowOverlap="1" wp14:anchorId="56A08D93" wp14:editId="68641226">
                <wp:simplePos x="0" y="0"/>
                <wp:positionH relativeFrom="page">
                  <wp:align>center</wp:align>
                </wp:positionH>
                <wp:positionV relativeFrom="margin">
                  <wp:posOffset>5676900</wp:posOffset>
                </wp:positionV>
                <wp:extent cx="3124200" cy="2295525"/>
                <wp:effectExtent l="0" t="0" r="0" b="9525"/>
                <wp:wrapTopAndBottom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topchart.jp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4200" cy="2295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92846" w:rsidRPr="007F2D8F">
            <w:rPr>
              <w:rFonts w:hint="cs"/>
              <w:color w:val="2E74B5" w:themeColor="accent1" w:themeShade="BF"/>
              <w:rtl/>
              <w:lang w:bidi="fa-IR"/>
            </w:rPr>
            <w:t>را در همین قسمت درج نمایید.</w:t>
          </w:r>
        </w:p>
      </w:sdtContent>
    </w:sdt>
    <w:p w:rsidR="00E90050" w:rsidRDefault="00E90050" w:rsidP="00E90050">
      <w:pPr>
        <w:ind w:firstLine="369"/>
        <w:rPr>
          <w:rtl/>
          <w:lang w:bidi="fa-IR"/>
        </w:rPr>
      </w:pPr>
    </w:p>
    <w:p w:rsidR="007F2D8F" w:rsidRPr="00F32AE7" w:rsidRDefault="007F2D8F" w:rsidP="007F2D8F">
      <w:pPr>
        <w:pStyle w:val="Caption"/>
        <w:jc w:val="center"/>
        <w:rPr>
          <w:noProof/>
          <w:szCs w:val="26"/>
        </w:rPr>
      </w:pPr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STYLEREF</w:instrText>
      </w:r>
      <w:r>
        <w:rPr>
          <w:rtl/>
        </w:rPr>
        <w:instrText xml:space="preserve"> 1 \</w:instrText>
      </w:r>
      <w:r>
        <w:instrText>s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‏3</w:t>
      </w:r>
      <w:r>
        <w:rPr>
          <w:rtl/>
        </w:rPr>
        <w:fldChar w:fldCharType="end"/>
      </w:r>
      <w:r>
        <w:rPr>
          <w:rtl/>
        </w:rPr>
        <w:noBreakHyphen/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 \s 1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1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 xml:space="preserve">: چارت سازمانی معاونت فنی و عمرانی شهرداری </w:t>
      </w:r>
    </w:p>
    <w:p w:rsidR="00E90050" w:rsidRDefault="00E90050" w:rsidP="00E90050">
      <w:pPr>
        <w:ind w:firstLine="369"/>
        <w:rPr>
          <w:rtl/>
          <w:lang w:bidi="fa-IR"/>
        </w:rPr>
      </w:pPr>
    </w:p>
    <w:p w:rsidR="002604F0" w:rsidRPr="00CA23B7" w:rsidRDefault="002604F0" w:rsidP="00CA23B7">
      <w:pPr>
        <w:pStyle w:val="Heading1"/>
      </w:pPr>
      <w:bookmarkStart w:id="4" w:name="_Toc376298943"/>
      <w:r w:rsidRPr="00CA23B7">
        <w:rPr>
          <w:rFonts w:hint="cs"/>
          <w:szCs w:val="36"/>
          <w:rtl/>
        </w:rPr>
        <w:t>فصل دوم: وظایف محوله و فعالیت</w:t>
      </w:r>
      <w:r w:rsidRPr="00CA23B7">
        <w:rPr>
          <w:szCs w:val="36"/>
          <w:rtl/>
        </w:rPr>
        <w:softHyphen/>
      </w:r>
      <w:r w:rsidRPr="00CA23B7">
        <w:rPr>
          <w:rFonts w:hint="cs"/>
          <w:szCs w:val="36"/>
          <w:rtl/>
        </w:rPr>
        <w:t>های انجام شده</w:t>
      </w:r>
      <w:bookmarkEnd w:id="4"/>
    </w:p>
    <w:p w:rsidR="002604F0" w:rsidRDefault="002604F0" w:rsidP="002604F0">
      <w:pPr>
        <w:pStyle w:val="Heading2"/>
        <w:numPr>
          <w:ilvl w:val="1"/>
          <w:numId w:val="7"/>
        </w:numPr>
        <w:rPr>
          <w:rtl/>
          <w:lang w:bidi="fa-IR"/>
        </w:rPr>
      </w:pPr>
      <w:bookmarkStart w:id="5" w:name="_Toc376298944"/>
      <w:r>
        <w:rPr>
          <w:rFonts w:hint="cs"/>
          <w:rtl/>
          <w:lang w:bidi="fa-IR"/>
        </w:rPr>
        <w:t>مقدمه</w:t>
      </w:r>
      <w:bookmarkEnd w:id="5"/>
    </w:p>
    <w:sdt>
      <w:sdtPr>
        <w:rPr>
          <w:rFonts w:hint="cs"/>
          <w:color w:val="2E74B5" w:themeColor="accent1" w:themeShade="BF"/>
          <w:rtl/>
          <w:lang w:bidi="fa-IR"/>
        </w:rPr>
        <w:id w:val="-1158302526"/>
        <w:placeholder>
          <w:docPart w:val="B4FE01FE2FB94206B178278F84BF8DEB"/>
        </w:placeholder>
      </w:sdtPr>
      <w:sdtEndPr/>
      <w:sdtContent>
        <w:p w:rsidR="002604F0" w:rsidRPr="00713CE1" w:rsidRDefault="002604F0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توضیح دهید که سرپرست کارآموزی شما در محل چه فرد یا افرادی بوده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اند و چگونه شما را با محل کارآموزی و وظایف</w:t>
          </w:r>
          <w:r w:rsidR="00CA23B7"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 آشنا کردند.</w:t>
          </w:r>
        </w:p>
      </w:sdtContent>
    </w:sdt>
    <w:p w:rsidR="002604F0" w:rsidRDefault="002604F0" w:rsidP="002604F0">
      <w:pPr>
        <w:pStyle w:val="Heading2"/>
        <w:rPr>
          <w:rtl/>
          <w:lang w:bidi="fa-IR"/>
        </w:rPr>
      </w:pPr>
      <w:bookmarkStart w:id="6" w:name="_Toc376298945"/>
      <w:r>
        <w:rPr>
          <w:rFonts w:hint="cs"/>
          <w:rtl/>
          <w:lang w:bidi="fa-IR"/>
        </w:rPr>
        <w:t>شرح وظایف محوله</w:t>
      </w:r>
      <w:bookmarkEnd w:id="6"/>
    </w:p>
    <w:sdt>
      <w:sdtPr>
        <w:rPr>
          <w:rFonts w:hint="cs"/>
          <w:color w:val="2E74B5" w:themeColor="accent1" w:themeShade="BF"/>
          <w:rtl/>
          <w:lang w:bidi="fa-IR"/>
        </w:rPr>
        <w:id w:val="-1600636416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قسمت وظایفی که توسط سرپرست کارآموزی برای شما تعریف شد را بنویسید. در صورت مشخص بودن وظایف آنها را لیست کرده و در مورد هر یک توضیح دهید.</w:t>
          </w:r>
        </w:p>
      </w:sdtContent>
    </w:sdt>
    <w:p w:rsidR="002604F0" w:rsidRDefault="002604F0" w:rsidP="002604F0">
      <w:pPr>
        <w:pStyle w:val="Heading2"/>
        <w:rPr>
          <w:rtl/>
          <w:lang w:bidi="fa-IR"/>
        </w:rPr>
      </w:pPr>
      <w:bookmarkStart w:id="7" w:name="_Toc376298946"/>
      <w:r>
        <w:rPr>
          <w:rFonts w:hint="cs"/>
          <w:rtl/>
          <w:lang w:bidi="fa-IR"/>
        </w:rPr>
        <w:t>فعالیت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صورت گرفته توسط دانشجو</w:t>
      </w:r>
      <w:bookmarkEnd w:id="7"/>
    </w:p>
    <w:sdt>
      <w:sdtPr>
        <w:rPr>
          <w:color w:val="2E74B5" w:themeColor="accent1" w:themeShade="BF"/>
          <w:rtl/>
          <w:lang w:bidi="fa-IR"/>
        </w:rPr>
        <w:id w:val="1423070334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459"/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توضیح دهید که در مدت کارآموزی چگونه برای تحقق وظایف محوله تلاش نموده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اید و برنامه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ریزی کرده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اید. چه فعالیت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ها را به انجام رساندید.</w:t>
          </w:r>
          <w:r w:rsidR="007F2D8F">
            <w:rPr>
              <w:rFonts w:hint="cs"/>
              <w:color w:val="2E74B5" w:themeColor="accent1" w:themeShade="BF"/>
              <w:rtl/>
              <w:lang w:bidi="fa-IR"/>
            </w:rPr>
            <w:t xml:space="preserve"> حتما در این بخش تصاویری واضح از محل کارآموزی و فعالیت انجام گرفته </w:t>
          </w:r>
          <w:r w:rsidR="00600187">
            <w:rPr>
              <w:rFonts w:hint="cs"/>
              <w:color w:val="2E74B5" w:themeColor="accent1" w:themeShade="BF"/>
              <w:rtl/>
              <w:lang w:bidi="fa-IR"/>
            </w:rPr>
            <w:t>بگنجانید.</w:t>
          </w:r>
        </w:p>
      </w:sdtContent>
    </w:sdt>
    <w:p w:rsidR="00CA23B7" w:rsidRDefault="00CA23B7">
      <w:pPr>
        <w:bidi w:val="0"/>
        <w:spacing w:after="160" w:line="259" w:lineRule="auto"/>
        <w:jc w:val="left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A23B7" w:rsidRDefault="00CA23B7" w:rsidP="002604F0">
      <w:pPr>
        <w:rPr>
          <w:rtl/>
          <w:lang w:bidi="fa-IR"/>
        </w:rPr>
        <w:sectPr w:rsidR="00CA23B7" w:rsidSect="002604F0">
          <w:headerReference w:type="first" r:id="rId13"/>
          <w:pgSz w:w="11907" w:h="16839" w:code="9"/>
          <w:pgMar w:top="1440" w:right="1728" w:bottom="1440" w:left="1440" w:header="720" w:footer="720" w:gutter="0"/>
          <w:cols w:space="720"/>
          <w:titlePg/>
          <w:rtlGutter/>
          <w:docGrid w:linePitch="360"/>
        </w:sectPr>
      </w:pPr>
    </w:p>
    <w:p w:rsidR="002604F0" w:rsidRPr="00CA23B7" w:rsidRDefault="00CA23B7" w:rsidP="005B5703">
      <w:pPr>
        <w:pStyle w:val="Heading1"/>
        <w:rPr>
          <w:szCs w:val="36"/>
          <w:rtl/>
        </w:rPr>
      </w:pPr>
      <w:bookmarkStart w:id="8" w:name="_Toc376298947"/>
      <w:r w:rsidRPr="00CA23B7">
        <w:rPr>
          <w:rFonts w:hint="cs"/>
          <w:szCs w:val="36"/>
          <w:rtl/>
        </w:rPr>
        <w:lastRenderedPageBreak/>
        <w:t xml:space="preserve">فصل سوم: </w:t>
      </w:r>
      <w:r w:rsidR="005B5703">
        <w:rPr>
          <w:rFonts w:hint="cs"/>
          <w:szCs w:val="36"/>
          <w:rtl/>
        </w:rPr>
        <w:t>آموخته های</w:t>
      </w:r>
      <w:r w:rsidRPr="00CA23B7">
        <w:rPr>
          <w:rFonts w:hint="cs"/>
          <w:szCs w:val="36"/>
          <w:rtl/>
        </w:rPr>
        <w:t xml:space="preserve"> کارآموزی</w:t>
      </w:r>
      <w:bookmarkEnd w:id="8"/>
    </w:p>
    <w:p w:rsidR="00CA23B7" w:rsidRDefault="00CA23B7" w:rsidP="00CA23B7">
      <w:pPr>
        <w:pStyle w:val="Heading2"/>
        <w:rPr>
          <w:rtl/>
          <w:lang w:bidi="fa-IR"/>
        </w:rPr>
      </w:pPr>
      <w:bookmarkStart w:id="9" w:name="_Toc376298948"/>
      <w:r>
        <w:rPr>
          <w:rFonts w:hint="cs"/>
          <w:rtl/>
          <w:lang w:bidi="fa-IR"/>
        </w:rPr>
        <w:t>مقدمه</w:t>
      </w:r>
      <w:bookmarkEnd w:id="9"/>
    </w:p>
    <w:sdt>
      <w:sdtPr>
        <w:rPr>
          <w:rFonts w:hint="cs"/>
          <w:color w:val="2E74B5" w:themeColor="accent1" w:themeShade="BF"/>
          <w:rtl/>
          <w:lang w:bidi="fa-IR"/>
        </w:rPr>
        <w:id w:val="521828517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قسمت مقدمه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بر چگونگی اتمام کارآموزی بنویسید.</w:t>
          </w:r>
          <w:r w:rsidR="00B8500B">
            <w:rPr>
              <w:rFonts w:hint="cs"/>
              <w:color w:val="2E74B5" w:themeColor="accent1" w:themeShade="BF"/>
              <w:rtl/>
              <w:lang w:bidi="fa-IR"/>
            </w:rPr>
            <w:t xml:space="preserve"> یعنی ذکر نمایید که چه چیزی قرار بوده بدست آید. </w:t>
          </w:r>
        </w:p>
      </w:sdtContent>
    </w:sdt>
    <w:p w:rsidR="00CA23B7" w:rsidRDefault="00CA23B7" w:rsidP="00CA23B7">
      <w:pPr>
        <w:pStyle w:val="Heading2"/>
        <w:rPr>
          <w:rtl/>
          <w:lang w:bidi="fa-IR"/>
        </w:rPr>
      </w:pPr>
      <w:bookmarkStart w:id="10" w:name="_Toc376298949"/>
      <w:r>
        <w:rPr>
          <w:rFonts w:hint="cs"/>
          <w:rtl/>
          <w:lang w:bidi="fa-IR"/>
        </w:rPr>
        <w:t>نتایج بدست آمده</w:t>
      </w:r>
      <w:bookmarkEnd w:id="10"/>
    </w:p>
    <w:sdt>
      <w:sdtPr>
        <w:rPr>
          <w:rFonts w:hint="cs"/>
          <w:color w:val="2E74B5" w:themeColor="accent1" w:themeShade="BF"/>
          <w:rtl/>
          <w:lang w:bidi="fa-IR"/>
        </w:rPr>
        <w:id w:val="999151459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توضیح دهید چگونه کارآموزی انجام گرفته توانسته است کمکی به آماده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تر شدن شما برای ورود به صنعت و کار حرفه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در حوزه تخصصی ایفا نماید.</w:t>
          </w:r>
        </w:p>
      </w:sdtContent>
    </w:sdt>
    <w:p w:rsidR="00CA23B7" w:rsidRPr="00CA23B7" w:rsidRDefault="00CA23B7" w:rsidP="005B5703">
      <w:pPr>
        <w:pStyle w:val="Heading2"/>
        <w:rPr>
          <w:lang w:bidi="fa-IR"/>
        </w:rPr>
      </w:pPr>
      <w:bookmarkStart w:id="11" w:name="_Toc376298950"/>
      <w:r>
        <w:rPr>
          <w:rFonts w:hint="cs"/>
          <w:rtl/>
          <w:lang w:bidi="fa-IR"/>
        </w:rPr>
        <w:t>ارزیابی کارآموزی</w:t>
      </w:r>
      <w:bookmarkEnd w:id="11"/>
      <w:r w:rsidR="005B5703">
        <w:rPr>
          <w:rFonts w:hint="cs"/>
          <w:rtl/>
          <w:lang w:bidi="fa-IR"/>
        </w:rPr>
        <w:t xml:space="preserve"> ( پیشنهادات و انتقادات)</w:t>
      </w:r>
    </w:p>
    <w:sdt>
      <w:sdtPr>
        <w:rPr>
          <w:color w:val="2E74B5" w:themeColor="accent1" w:themeShade="BF"/>
          <w:rtl/>
          <w:lang w:bidi="fa-IR"/>
        </w:rPr>
        <w:id w:val="-321505551"/>
        <w:placeholder>
          <w:docPart w:val="B4FE01FE2FB94206B178278F84BF8DEB"/>
        </w:placeholder>
      </w:sdtPr>
      <w:sdtEndPr/>
      <w:sdtContent>
        <w:p w:rsidR="002604F0" w:rsidRPr="00713CE1" w:rsidRDefault="00CA23B7" w:rsidP="005B5703">
          <w:pPr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کارآموزی خود را چگونه ارزیابی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کنید؟ چه دست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آوردهایی برای شما به همراه داشته است؟ </w:t>
          </w:r>
          <w:r w:rsidR="005B5703">
            <w:rPr>
              <w:rFonts w:hint="cs"/>
              <w:color w:val="2E74B5" w:themeColor="accent1" w:themeShade="BF"/>
              <w:rtl/>
              <w:lang w:bidi="fa-IR"/>
            </w:rPr>
            <w:t xml:space="preserve">آیا در این دوره کارآموزی تجربه مفید و کاربردی ای آموخته اید. </w:t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نقاط قوت و ضعف دوره خود را بنویسید. در این قسمت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توانید از سرپرست کارآموزی که در محل مسئول رسیدگی به کارهای شما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باشد استفاده نمائید.</w:t>
          </w:r>
        </w:p>
      </w:sdtContent>
    </w:sdt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D373F" w:rsidRPr="00713CE1" w:rsidRDefault="005D373F" w:rsidP="002604F0">
      <w:p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چند توصیه:</w:t>
      </w:r>
    </w:p>
    <w:p w:rsidR="005D373F" w:rsidRPr="00713CE1" w:rsidRDefault="005D373F" w:rsidP="005B5703">
      <w:p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 xml:space="preserve">دقت کنید در نوشته گزارش ضمن تدوین متنی روان و قابل </w:t>
      </w:r>
      <w:r w:rsidR="005B5703">
        <w:rPr>
          <w:rFonts w:hint="cs"/>
          <w:color w:val="2E74B5" w:themeColor="accent1" w:themeShade="BF"/>
          <w:rtl/>
          <w:lang w:bidi="fa-IR"/>
        </w:rPr>
        <w:t>فهم، اصول نگارشی مورد نیاز یک گزارش علمی و فنی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رعایت گردد. </w:t>
      </w:r>
    </w:p>
    <w:p w:rsidR="005D373F" w:rsidRPr="00713CE1" w:rsidRDefault="005D373F" w:rsidP="005D373F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در متن گزارش هر جا از مرجعی استفاده کردید به روش شماره گذاری به آن ارجاع دهید.</w:t>
      </w:r>
    </w:p>
    <w:p w:rsidR="005D373F" w:rsidRDefault="005D373F" w:rsidP="00A8080B">
      <w:pPr>
        <w:pStyle w:val="ListParagraph"/>
        <w:numPr>
          <w:ilvl w:val="0"/>
          <w:numId w:val="8"/>
        </w:numPr>
        <w:rPr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 xml:space="preserve">برای اشکال و </w:t>
      </w:r>
      <w:r w:rsidR="00A54D93" w:rsidRPr="00713CE1">
        <w:rPr>
          <w:rFonts w:hint="cs"/>
          <w:color w:val="2E74B5" w:themeColor="accent1" w:themeShade="BF"/>
          <w:rtl/>
          <w:lang w:bidi="fa-IR"/>
        </w:rPr>
        <w:t>جدول علاوه بر توضیحات از شماره</w:t>
      </w:r>
      <w:r w:rsidR="00A54D93" w:rsidRPr="00713CE1">
        <w:rPr>
          <w:color w:val="2E74B5" w:themeColor="accent1" w:themeShade="BF"/>
          <w:rtl/>
          <w:lang w:bidi="fa-IR"/>
        </w:rPr>
        <w:softHyphen/>
      </w:r>
      <w:r w:rsidR="00A54D93" w:rsidRPr="00713CE1">
        <w:rPr>
          <w:rFonts w:hint="cs"/>
          <w:color w:val="2E74B5" w:themeColor="accent1" w:themeShade="BF"/>
          <w:rtl/>
          <w:lang w:bidi="fa-IR"/>
        </w:rPr>
        <w:t xml:space="preserve">گذاری صحیح </w:t>
      </w:r>
      <w:r w:rsidR="00A8080B" w:rsidRPr="00713CE1">
        <w:rPr>
          <w:rFonts w:hint="cs"/>
          <w:color w:val="2E74B5" w:themeColor="accent1" w:themeShade="BF"/>
          <w:rtl/>
          <w:lang w:bidi="fa-IR"/>
        </w:rPr>
        <w:t>استفاده نمائید.</w:t>
      </w:r>
    </w:p>
    <w:p w:rsidR="00A54D93" w:rsidRPr="00713CE1" w:rsidRDefault="00A8080B" w:rsidP="007F2D8F">
      <w:pPr>
        <w:pStyle w:val="ListParagraph"/>
        <w:numPr>
          <w:ilvl w:val="0"/>
          <w:numId w:val="8"/>
        </w:num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یک نمونه از شماره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گذاری خودکار برای جداول در این </w:t>
      </w:r>
      <w:r w:rsidR="007F2D8F">
        <w:rPr>
          <w:rFonts w:hint="cs"/>
          <w:color w:val="2E74B5" w:themeColor="accent1" w:themeShade="BF"/>
          <w:rtl/>
          <w:lang w:bidi="fa-IR"/>
        </w:rPr>
        <w:t>ذیل این بخش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آمده است. برای همه </w:t>
      </w:r>
      <w:r w:rsidR="007F2D8F">
        <w:rPr>
          <w:rFonts w:hint="cs"/>
          <w:color w:val="2E74B5" w:themeColor="accent1" w:themeShade="BF"/>
          <w:rtl/>
          <w:lang w:bidi="fa-IR"/>
        </w:rPr>
        <w:t xml:space="preserve">شکل ها و </w:t>
      </w:r>
      <w:r w:rsidRPr="00713CE1">
        <w:rPr>
          <w:rFonts w:hint="cs"/>
          <w:color w:val="2E74B5" w:themeColor="accent1" w:themeShade="BF"/>
          <w:rtl/>
          <w:lang w:bidi="fa-IR"/>
        </w:rPr>
        <w:t>جدول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هایی که در گزارش خود استفاده می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کنید کافیست از متن </w:t>
      </w:r>
      <w:r w:rsidR="007F2D8F">
        <w:rPr>
          <w:rFonts w:hint="cs"/>
          <w:color w:val="2E74B5" w:themeColor="accent1" w:themeShade="BF"/>
          <w:rtl/>
          <w:lang w:bidi="fa-IR"/>
        </w:rPr>
        <w:t>نمونه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جدول داده شده کپی کرده و زیر شکل یا بالای سایر جداول اضافه کنید. برای به روز رسانی شماره شکل یا جدول باید متن درج شده برای جدول یا شکل انتخاب شود و پس از کلیک راست، گزینه </w:t>
      </w:r>
      <w:r w:rsidRPr="00713CE1">
        <w:rPr>
          <w:color w:val="2E74B5" w:themeColor="accent1" w:themeShade="BF"/>
          <w:lang w:bidi="fa-IR"/>
        </w:rPr>
        <w:t>Update Field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انتخاب گردد.</w:t>
      </w:r>
    </w:p>
    <w:p w:rsidR="00D40C76" w:rsidRDefault="00D40C76" w:rsidP="00A54D93">
      <w:pPr>
        <w:rPr>
          <w:rtl/>
          <w:lang w:bidi="fa-IR"/>
        </w:rPr>
      </w:pPr>
    </w:p>
    <w:p w:rsidR="007F2D8F" w:rsidRDefault="007F2D8F" w:rsidP="00A54D93">
      <w:pPr>
        <w:rPr>
          <w:rtl/>
          <w:lang w:bidi="fa-IR"/>
        </w:rPr>
      </w:pPr>
    </w:p>
    <w:p w:rsidR="007F2D8F" w:rsidRDefault="007F2D8F" w:rsidP="00A54D93">
      <w:pPr>
        <w:rPr>
          <w:rtl/>
          <w:lang w:bidi="fa-IR"/>
        </w:rPr>
      </w:pPr>
    </w:p>
    <w:p w:rsidR="00D40C76" w:rsidRDefault="00D40C76" w:rsidP="00551D49">
      <w:pPr>
        <w:pStyle w:val="Caption"/>
        <w:keepNext/>
        <w:jc w:val="center"/>
      </w:pPr>
      <w:r>
        <w:rPr>
          <w:rtl/>
        </w:rPr>
        <w:lastRenderedPageBreak/>
        <w:t xml:space="preserve">جدول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STYLEREF</w:instrText>
      </w:r>
      <w:r>
        <w:rPr>
          <w:rtl/>
        </w:rPr>
        <w:instrText xml:space="preserve"> 1 \</w:instrText>
      </w:r>
      <w:r>
        <w:instrText>s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713CE1">
        <w:rPr>
          <w:noProof/>
          <w:rtl/>
        </w:rPr>
        <w:t>‏3</w:t>
      </w:r>
      <w:r>
        <w:rPr>
          <w:rtl/>
        </w:rPr>
        <w:fldChar w:fldCharType="end"/>
      </w:r>
      <w:r>
        <w:rPr>
          <w:rtl/>
        </w:rPr>
        <w:noBreakHyphen/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جدول \* </w:instrText>
      </w:r>
      <w:r>
        <w:instrText>ARABIC \s 1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713CE1">
        <w:rPr>
          <w:noProof/>
          <w:rtl/>
        </w:rPr>
        <w:t>1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>: فعالیت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 انجام شده در </w:t>
      </w:r>
      <w:r w:rsidR="00551D49">
        <w:rPr>
          <w:rFonts w:hint="cs"/>
          <w:rtl/>
          <w:lang w:bidi="fa-IR"/>
        </w:rPr>
        <w:t>........</w:t>
      </w:r>
      <w:r>
        <w:rPr>
          <w:rFonts w:hint="cs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4600"/>
        <w:gridCol w:w="1710"/>
      </w:tblGrid>
      <w:tr w:rsidR="00A8080B" w:rsidTr="00D40C76">
        <w:trPr>
          <w:jc w:val="center"/>
        </w:trPr>
        <w:tc>
          <w:tcPr>
            <w:tcW w:w="709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مدت زمان به روز</w:t>
            </w:r>
          </w:p>
        </w:tc>
      </w:tr>
      <w:tr w:rsidR="00A8080B" w:rsidTr="00713CE1">
        <w:trPr>
          <w:jc w:val="center"/>
        </w:trPr>
        <w:tc>
          <w:tcPr>
            <w:tcW w:w="709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460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مطالعه فعالیت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انجام شده در معاونت فنی و عمرانی</w:t>
            </w:r>
          </w:p>
        </w:tc>
        <w:tc>
          <w:tcPr>
            <w:tcW w:w="171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</w:tr>
      <w:tr w:rsidR="00A8080B" w:rsidTr="00713CE1">
        <w:trPr>
          <w:jc w:val="center"/>
        </w:trPr>
        <w:tc>
          <w:tcPr>
            <w:tcW w:w="709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460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تهیه گزارش از وضع موجود</w:t>
            </w:r>
          </w:p>
        </w:tc>
        <w:tc>
          <w:tcPr>
            <w:tcW w:w="171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</w:tbl>
    <w:p w:rsidR="00A8080B" w:rsidRDefault="00A8080B" w:rsidP="00A54D93">
      <w:pPr>
        <w:rPr>
          <w:rtl/>
          <w:lang w:bidi="fa-IR"/>
        </w:rPr>
      </w:pPr>
    </w:p>
    <w:p w:rsidR="00A54D93" w:rsidRPr="00713CE1" w:rsidRDefault="00D40C76" w:rsidP="00286A66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فونت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ها برای کلمات فارسی و انگلیسی در همین </w:t>
      </w:r>
      <w:r w:rsidRPr="00713CE1">
        <w:rPr>
          <w:color w:val="2E74B5" w:themeColor="accent1" w:themeShade="BF"/>
          <w:lang w:bidi="fa-IR"/>
        </w:rPr>
        <w:t>Template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تنظیم شده است و شما نیازی به انتخاب فونت و اندازه آن ندارید. تنها اطلاعات کارآموزی خود را در بخش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های پیش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بینی شده نگارش کنید.</w:t>
      </w:r>
    </w:p>
    <w:p w:rsidR="00286A66" w:rsidRPr="00713CE1" w:rsidRDefault="00286A66" w:rsidP="00286A66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فهرست مطالب تهیه شده در ابتدای این گزارش بصورت خودکار توسعه می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یابد و شما پس از اتمام گزارش کارآموزی کافیست روی آن کلیک راست نموده و گزینه </w:t>
      </w:r>
      <w:r w:rsidRPr="00713CE1">
        <w:rPr>
          <w:color w:val="2E74B5" w:themeColor="accent1" w:themeShade="BF"/>
          <w:lang w:bidi="fa-IR"/>
        </w:rPr>
        <w:t>Update Page Number Only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را انتخاب نمائید.</w:t>
      </w:r>
    </w:p>
    <w:p w:rsidR="00286A66" w:rsidRPr="00713CE1" w:rsidRDefault="00286A66" w:rsidP="00551D49">
      <w:pPr>
        <w:pStyle w:val="ListParagraph"/>
        <w:numPr>
          <w:ilvl w:val="0"/>
          <w:numId w:val="8"/>
        </w:num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این فایل بصورت فایل الگو در نرم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افزار </w:t>
      </w:r>
      <w:r w:rsidRPr="00713CE1">
        <w:rPr>
          <w:color w:val="2E74B5" w:themeColor="accent1" w:themeShade="BF"/>
          <w:lang w:bidi="fa-IR"/>
        </w:rPr>
        <w:t>Word 2013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تهیه شده است و شما بلافاصله پس از دانلود این فایل لازم است از طریق گزینه </w:t>
      </w:r>
      <w:r w:rsidRPr="00713CE1">
        <w:rPr>
          <w:color w:val="2E74B5" w:themeColor="accent1" w:themeShade="BF"/>
          <w:lang w:bidi="fa-IR"/>
        </w:rPr>
        <w:t>Save as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یک نسخه فایل متنی برای خود ذخیره نمائید و گزارش خود را </w:t>
      </w:r>
      <w:r w:rsidR="00551D49">
        <w:rPr>
          <w:rFonts w:hint="cs"/>
          <w:color w:val="2E74B5" w:themeColor="accent1" w:themeShade="BF"/>
          <w:rtl/>
          <w:lang w:bidi="fa-IR"/>
        </w:rPr>
        <w:t>آغاز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کنید.</w:t>
      </w:r>
    </w:p>
    <w:p w:rsidR="00986A22" w:rsidRDefault="00986A22" w:rsidP="00A54D93">
      <w:pPr>
        <w:rPr>
          <w:rtl/>
          <w:lang w:bidi="fa-IR"/>
        </w:rPr>
      </w:pPr>
    </w:p>
    <w:p w:rsidR="00986A22" w:rsidRDefault="00986A22" w:rsidP="00A54D93">
      <w:pPr>
        <w:rPr>
          <w:rtl/>
          <w:lang w:bidi="fa-IR"/>
        </w:rPr>
      </w:pPr>
    </w:p>
    <w:p w:rsidR="00986A22" w:rsidRPr="002C47B6" w:rsidRDefault="00986A22" w:rsidP="00986A22">
      <w:pPr>
        <w:autoSpaceDE w:val="0"/>
        <w:autoSpaceDN w:val="0"/>
        <w:adjustRightInd w:val="0"/>
        <w:spacing w:line="240" w:lineRule="auto"/>
        <w:ind w:left="814"/>
        <w:jc w:val="lowKashida"/>
        <w:rPr>
          <w:rFonts w:ascii="BLotus" w:cs="B Mitra"/>
          <w:b/>
          <w:bCs/>
          <w:sz w:val="28"/>
          <w:szCs w:val="28"/>
          <w:rtl/>
          <w:lang w:bidi="fa-IR"/>
        </w:rPr>
      </w:pPr>
    </w:p>
    <w:p w:rsidR="00986A22" w:rsidRPr="002604F0" w:rsidRDefault="00986A22" w:rsidP="00A54D93">
      <w:pPr>
        <w:rPr>
          <w:lang w:bidi="fa-IR"/>
        </w:rPr>
      </w:pPr>
    </w:p>
    <w:sectPr w:rsidR="00986A22" w:rsidRPr="002604F0" w:rsidSect="00713CE1">
      <w:headerReference w:type="first" r:id="rId14"/>
      <w:pgSz w:w="11907" w:h="16839" w:code="9"/>
      <w:pgMar w:top="1440" w:right="1728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C2E" w:rsidRDefault="003C5C2E" w:rsidP="00E90050">
      <w:pPr>
        <w:spacing w:line="240" w:lineRule="auto"/>
      </w:pPr>
      <w:r>
        <w:separator/>
      </w:r>
    </w:p>
  </w:endnote>
  <w:endnote w:type="continuationSeparator" w:id="0">
    <w:p w:rsidR="003C5C2E" w:rsidRDefault="003C5C2E" w:rsidP="00E90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010285237"/>
      <w:docPartObj>
        <w:docPartGallery w:val="Page Numbers (Bottom of Page)"/>
        <w:docPartUnique/>
      </w:docPartObj>
    </w:sdtPr>
    <w:sdtEndPr>
      <w:rPr>
        <w:rFonts w:cs="B Roya"/>
        <w:noProof/>
        <w:spacing w:val="24"/>
        <w:sz w:val="20"/>
        <w:szCs w:val="20"/>
      </w:rPr>
    </w:sdtEndPr>
    <w:sdtContent>
      <w:p w:rsidR="00E90050" w:rsidRPr="009158C0" w:rsidRDefault="009158C0" w:rsidP="009158C0">
        <w:pPr>
          <w:pStyle w:val="Footer"/>
          <w:jc w:val="right"/>
          <w:rPr>
            <w:rFonts w:cs="B Roya"/>
            <w:spacing w:val="24"/>
            <w:sz w:val="20"/>
            <w:szCs w:val="20"/>
          </w:rPr>
        </w:pPr>
        <w:r w:rsidRPr="002604F0">
          <w:rPr>
            <w:rFonts w:cs="B Roya" w:hint="cs"/>
            <w:spacing w:val="24"/>
            <w:sz w:val="20"/>
            <w:szCs w:val="20"/>
            <w:rtl/>
          </w:rPr>
          <w:t xml:space="preserve">صفحه </w:t>
        </w:r>
        <w:r w:rsidRPr="002604F0">
          <w:rPr>
            <w:rFonts w:cs="B Roya"/>
            <w:spacing w:val="24"/>
            <w:sz w:val="20"/>
            <w:szCs w:val="20"/>
          </w:rPr>
          <w:fldChar w:fldCharType="begin"/>
        </w:r>
        <w:r w:rsidRPr="002604F0">
          <w:rPr>
            <w:rFonts w:cs="B Roya"/>
            <w:spacing w:val="24"/>
            <w:sz w:val="20"/>
            <w:szCs w:val="20"/>
          </w:rPr>
          <w:instrText xml:space="preserve"> PAGE   \* MERGEFORMAT </w:instrText>
        </w:r>
        <w:r w:rsidRPr="002604F0">
          <w:rPr>
            <w:rFonts w:cs="B Roya"/>
            <w:spacing w:val="24"/>
            <w:sz w:val="20"/>
            <w:szCs w:val="20"/>
          </w:rPr>
          <w:fldChar w:fldCharType="separate"/>
        </w:r>
        <w:r w:rsidR="008F2D63">
          <w:rPr>
            <w:rFonts w:cs="B Roya"/>
            <w:noProof/>
            <w:spacing w:val="24"/>
            <w:sz w:val="20"/>
            <w:szCs w:val="20"/>
            <w:rtl/>
          </w:rPr>
          <w:t>7</w:t>
        </w:r>
        <w:r w:rsidRPr="002604F0">
          <w:rPr>
            <w:rFonts w:cs="B Roya"/>
            <w:noProof/>
            <w:spacing w:val="24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0767865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0050" w:rsidRDefault="00E900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D6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E90050" w:rsidRDefault="00E900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C2E" w:rsidRDefault="003C5C2E" w:rsidP="00E90050">
      <w:pPr>
        <w:spacing w:line="240" w:lineRule="auto"/>
      </w:pPr>
      <w:r>
        <w:separator/>
      </w:r>
    </w:p>
  </w:footnote>
  <w:footnote w:type="continuationSeparator" w:id="0">
    <w:p w:rsidR="003C5C2E" w:rsidRDefault="003C5C2E" w:rsidP="00E90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50" w:rsidRPr="00551D49" w:rsidRDefault="00E90050" w:rsidP="00551D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F0" w:rsidRPr="002604F0" w:rsidRDefault="002604F0" w:rsidP="00CA23B7">
    <w:pPr>
      <w:pStyle w:val="Header"/>
      <w:rPr>
        <w:rFonts w:cs="B Roya"/>
        <w:sz w:val="20"/>
        <w:szCs w:val="20"/>
      </w:rPr>
    </w:pPr>
    <w:r>
      <w:rPr>
        <w:rFonts w:cs="B Roya" w:hint="cs"/>
        <w:noProof/>
        <w:sz w:val="20"/>
        <w:szCs w:val="20"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7DB92B" wp14:editId="61358541">
              <wp:simplePos x="0" y="0"/>
              <wp:positionH relativeFrom="column">
                <wp:posOffset>20320</wp:posOffset>
              </wp:positionH>
              <wp:positionV relativeFrom="paragraph">
                <wp:posOffset>102235</wp:posOffset>
              </wp:positionV>
              <wp:extent cx="3432412" cy="0"/>
              <wp:effectExtent l="0" t="0" r="15875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432412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E8D7C9"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.05pt" to="271.8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" strokecolor="black [3213]" strokeweight="1pt">
              <v:stroke joinstyle="miter"/>
            </v:line>
          </w:pict>
        </mc:Fallback>
      </mc:AlternateContent>
    </w:r>
    <w:r w:rsidRPr="002604F0">
      <w:rPr>
        <w:rFonts w:cs="B Roya" w:hint="cs"/>
        <w:sz w:val="20"/>
        <w:szCs w:val="20"/>
        <w:rtl/>
        <w:lang w:bidi="fa-IR"/>
      </w:rPr>
      <w:t xml:space="preserve">فصل </w:t>
    </w:r>
    <w:r w:rsidR="00CA23B7">
      <w:rPr>
        <w:rFonts w:cs="B Roya" w:hint="cs"/>
        <w:sz w:val="20"/>
        <w:szCs w:val="20"/>
        <w:rtl/>
        <w:lang w:bidi="fa-IR"/>
      </w:rPr>
      <w:t>دوم</w:t>
    </w:r>
    <w:r w:rsidRPr="002604F0">
      <w:rPr>
        <w:rFonts w:cs="B Roya" w:hint="cs"/>
        <w:sz w:val="20"/>
        <w:szCs w:val="20"/>
        <w:rtl/>
        <w:lang w:bidi="fa-IR"/>
      </w:rPr>
      <w:t xml:space="preserve">: </w:t>
    </w:r>
    <w:r w:rsidR="00CA23B7">
      <w:rPr>
        <w:rFonts w:cs="B Roya" w:hint="cs"/>
        <w:sz w:val="20"/>
        <w:szCs w:val="20"/>
        <w:rtl/>
        <w:lang w:bidi="fa-IR"/>
      </w:rPr>
      <w:t>وظایف محوله و فعالیت</w:t>
    </w:r>
    <w:r w:rsidR="00CA23B7">
      <w:rPr>
        <w:rFonts w:cs="B Roya"/>
        <w:sz w:val="20"/>
        <w:szCs w:val="20"/>
        <w:rtl/>
        <w:lang w:bidi="fa-IR"/>
      </w:rPr>
      <w:softHyphen/>
    </w:r>
    <w:r w:rsidR="00CA23B7">
      <w:rPr>
        <w:rFonts w:cs="B Roya" w:hint="cs"/>
        <w:sz w:val="20"/>
        <w:szCs w:val="20"/>
        <w:rtl/>
        <w:lang w:bidi="fa-IR"/>
      </w:rPr>
      <w:t>های انجام شده</w:t>
    </w:r>
    <w:r>
      <w:rPr>
        <w:rFonts w:cs="B Roya" w:hint="cs"/>
        <w:sz w:val="20"/>
        <w:szCs w:val="20"/>
        <w:rtl/>
        <w:lang w:bidi="fa-IR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3B7" w:rsidRPr="002604F0" w:rsidRDefault="00CA23B7" w:rsidP="00CA23B7">
    <w:pPr>
      <w:pStyle w:val="Header"/>
      <w:rPr>
        <w:rFonts w:cs="B Roya"/>
        <w:sz w:val="20"/>
        <w:szCs w:val="20"/>
      </w:rPr>
    </w:pPr>
    <w:r>
      <w:rPr>
        <w:rFonts w:cs="B Roya" w:hint="cs"/>
        <w:noProof/>
        <w:sz w:val="20"/>
        <w:szCs w:val="20"/>
        <w:rtl/>
        <w:lang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5F19C3" wp14:editId="766C27E7">
              <wp:simplePos x="0" y="0"/>
              <wp:positionH relativeFrom="column">
                <wp:posOffset>20320</wp:posOffset>
              </wp:positionH>
              <wp:positionV relativeFrom="paragraph">
                <wp:posOffset>108585</wp:posOffset>
              </wp:positionV>
              <wp:extent cx="3889612" cy="0"/>
              <wp:effectExtent l="0" t="0" r="1587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889612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DA430" id="Straight Connector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.55pt" to="307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" strokecolor="black [3213]" strokeweight="1pt">
              <v:stroke joinstyle="miter"/>
            </v:line>
          </w:pict>
        </mc:Fallback>
      </mc:AlternateContent>
    </w:r>
    <w:r w:rsidRPr="002604F0">
      <w:rPr>
        <w:rFonts w:cs="B Roya" w:hint="cs"/>
        <w:sz w:val="20"/>
        <w:szCs w:val="20"/>
        <w:rtl/>
        <w:lang w:bidi="fa-IR"/>
      </w:rPr>
      <w:t xml:space="preserve">فصل </w:t>
    </w:r>
    <w:r>
      <w:rPr>
        <w:rFonts w:cs="B Roya" w:hint="cs"/>
        <w:sz w:val="20"/>
        <w:szCs w:val="20"/>
        <w:rtl/>
        <w:lang w:bidi="fa-IR"/>
      </w:rPr>
      <w:t>سوم</w:t>
    </w:r>
    <w:r w:rsidRPr="002604F0">
      <w:rPr>
        <w:rFonts w:cs="B Roya" w:hint="cs"/>
        <w:sz w:val="20"/>
        <w:szCs w:val="20"/>
        <w:rtl/>
        <w:lang w:bidi="fa-IR"/>
      </w:rPr>
      <w:t xml:space="preserve">: </w:t>
    </w:r>
    <w:r>
      <w:rPr>
        <w:rFonts w:cs="B Roya" w:hint="cs"/>
        <w:sz w:val="20"/>
        <w:szCs w:val="20"/>
        <w:rtl/>
        <w:lang w:bidi="fa-IR"/>
      </w:rPr>
      <w:t>دست</w:t>
    </w:r>
    <w:r>
      <w:rPr>
        <w:rFonts w:cs="B Roya"/>
        <w:sz w:val="20"/>
        <w:szCs w:val="20"/>
        <w:rtl/>
        <w:lang w:bidi="fa-IR"/>
      </w:rPr>
      <w:softHyphen/>
    </w:r>
    <w:r>
      <w:rPr>
        <w:rFonts w:cs="B Roya" w:hint="cs"/>
        <w:sz w:val="20"/>
        <w:szCs w:val="20"/>
        <w:rtl/>
        <w:lang w:bidi="fa-IR"/>
      </w:rPr>
      <w:t xml:space="preserve">آوردهای کارآموزی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69A"/>
    <w:multiLevelType w:val="hybridMultilevel"/>
    <w:tmpl w:val="5CC21C02"/>
    <w:lvl w:ilvl="0" w:tplc="47D2C2BE">
      <w:start w:val="1"/>
      <w:numFmt w:val="decimal"/>
      <w:lvlText w:val="%1-"/>
      <w:lvlJc w:val="left"/>
      <w:pPr>
        <w:tabs>
          <w:tab w:val="num" w:pos="814"/>
        </w:tabs>
        <w:ind w:left="814" w:hanging="454"/>
      </w:pPr>
      <w:rPr>
        <w:rFonts w:hint="default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33702"/>
    <w:multiLevelType w:val="multilevel"/>
    <w:tmpl w:val="37F411D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8D312E7"/>
    <w:multiLevelType w:val="hybridMultilevel"/>
    <w:tmpl w:val="9E862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56B9F"/>
    <w:multiLevelType w:val="multilevel"/>
    <w:tmpl w:val="4516EA7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864" w:hanging="864"/>
      </w:pPr>
      <w:rPr>
        <w:rFonts w:cs="B Yagut" w:hint="cs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6A737F33"/>
    <w:multiLevelType w:val="hybridMultilevel"/>
    <w:tmpl w:val="2E9EE300"/>
    <w:lvl w:ilvl="0" w:tplc="0409000F">
      <w:start w:val="1"/>
      <w:numFmt w:val="decimal"/>
      <w:lvlText w:val="%1."/>
      <w:lvlJc w:val="left"/>
      <w:pPr>
        <w:ind w:left="1089" w:hanging="360"/>
      </w:pPr>
    </w:lvl>
    <w:lvl w:ilvl="1" w:tplc="04090019" w:tentative="1">
      <w:start w:val="1"/>
      <w:numFmt w:val="lowerLetter"/>
      <w:lvlText w:val="%2."/>
      <w:lvlJc w:val="left"/>
      <w:pPr>
        <w:ind w:left="1809" w:hanging="360"/>
      </w:pPr>
    </w:lvl>
    <w:lvl w:ilvl="2" w:tplc="0409001B" w:tentative="1">
      <w:start w:val="1"/>
      <w:numFmt w:val="lowerRoman"/>
      <w:lvlText w:val="%3."/>
      <w:lvlJc w:val="right"/>
      <w:pPr>
        <w:ind w:left="2529" w:hanging="180"/>
      </w:pPr>
    </w:lvl>
    <w:lvl w:ilvl="3" w:tplc="0409000F" w:tentative="1">
      <w:start w:val="1"/>
      <w:numFmt w:val="decimal"/>
      <w:lvlText w:val="%4."/>
      <w:lvlJc w:val="left"/>
      <w:pPr>
        <w:ind w:left="3249" w:hanging="360"/>
      </w:pPr>
    </w:lvl>
    <w:lvl w:ilvl="4" w:tplc="04090019" w:tentative="1">
      <w:start w:val="1"/>
      <w:numFmt w:val="lowerLetter"/>
      <w:lvlText w:val="%5."/>
      <w:lvlJc w:val="left"/>
      <w:pPr>
        <w:ind w:left="3969" w:hanging="360"/>
      </w:pPr>
    </w:lvl>
    <w:lvl w:ilvl="5" w:tplc="0409001B" w:tentative="1">
      <w:start w:val="1"/>
      <w:numFmt w:val="lowerRoman"/>
      <w:lvlText w:val="%6."/>
      <w:lvlJc w:val="right"/>
      <w:pPr>
        <w:ind w:left="4689" w:hanging="180"/>
      </w:pPr>
    </w:lvl>
    <w:lvl w:ilvl="6" w:tplc="0409000F" w:tentative="1">
      <w:start w:val="1"/>
      <w:numFmt w:val="decimal"/>
      <w:lvlText w:val="%7."/>
      <w:lvlJc w:val="left"/>
      <w:pPr>
        <w:ind w:left="5409" w:hanging="360"/>
      </w:pPr>
    </w:lvl>
    <w:lvl w:ilvl="7" w:tplc="04090019" w:tentative="1">
      <w:start w:val="1"/>
      <w:numFmt w:val="lowerLetter"/>
      <w:lvlText w:val="%8."/>
      <w:lvlJc w:val="left"/>
      <w:pPr>
        <w:ind w:left="6129" w:hanging="360"/>
      </w:pPr>
    </w:lvl>
    <w:lvl w:ilvl="8" w:tplc="04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7443006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5"/>
  </w:num>
  <w:num w:numId="3">
    <w:abstractNumId w:val="1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-%2"/>
        <w:lvlJc w:val="left"/>
        <w:pPr>
          <w:ind w:left="576" w:hanging="576"/>
        </w:pPr>
        <w:rPr>
          <w:rFonts w:cs="B Yagut" w:hint="cs"/>
        </w:rPr>
      </w:lvl>
    </w:lvlOverride>
    <w:lvlOverride w:ilvl="2">
      <w:lvl w:ilvl="2">
        <w:start w:val="1"/>
        <w:numFmt w:val="decimal"/>
        <w:lvlText w:val="%1-%2-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E1"/>
    <w:rsid w:val="00000C18"/>
    <w:rsid w:val="00013E3A"/>
    <w:rsid w:val="00034F86"/>
    <w:rsid w:val="0011344A"/>
    <w:rsid w:val="00143931"/>
    <w:rsid w:val="00191A3F"/>
    <w:rsid w:val="002604F0"/>
    <w:rsid w:val="00286A66"/>
    <w:rsid w:val="002A6870"/>
    <w:rsid w:val="00381F53"/>
    <w:rsid w:val="003C5C2E"/>
    <w:rsid w:val="00551D49"/>
    <w:rsid w:val="005B196D"/>
    <w:rsid w:val="005B5703"/>
    <w:rsid w:val="005D373F"/>
    <w:rsid w:val="005D5D1A"/>
    <w:rsid w:val="00600187"/>
    <w:rsid w:val="00616F86"/>
    <w:rsid w:val="00623ABB"/>
    <w:rsid w:val="006B03B2"/>
    <w:rsid w:val="00713CE1"/>
    <w:rsid w:val="007F2D8F"/>
    <w:rsid w:val="008172BA"/>
    <w:rsid w:val="00883BF6"/>
    <w:rsid w:val="008F2D63"/>
    <w:rsid w:val="009158C0"/>
    <w:rsid w:val="009230F2"/>
    <w:rsid w:val="009646E1"/>
    <w:rsid w:val="00986A22"/>
    <w:rsid w:val="00A45AB5"/>
    <w:rsid w:val="00A54D93"/>
    <w:rsid w:val="00A8080B"/>
    <w:rsid w:val="00A849BD"/>
    <w:rsid w:val="00AA382C"/>
    <w:rsid w:val="00AF6416"/>
    <w:rsid w:val="00B8500B"/>
    <w:rsid w:val="00BF1F0C"/>
    <w:rsid w:val="00CA23B7"/>
    <w:rsid w:val="00D40C76"/>
    <w:rsid w:val="00D76561"/>
    <w:rsid w:val="00DD71EE"/>
    <w:rsid w:val="00E90050"/>
    <w:rsid w:val="00E92846"/>
    <w:rsid w:val="00F1099E"/>
    <w:rsid w:val="00F6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89471B34-FA30-4E7B-8BDA-72362615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عادی"/>
    <w:qFormat/>
    <w:rsid w:val="005D373F"/>
    <w:pPr>
      <w:bidi/>
      <w:spacing w:after="0" w:line="500" w:lineRule="exact"/>
      <w:jc w:val="both"/>
    </w:pPr>
    <w:rPr>
      <w:rFonts w:ascii="Times New Roman" w:hAnsi="Times New Roman" w:cs="B Nazanin"/>
      <w:szCs w:val="26"/>
    </w:rPr>
  </w:style>
  <w:style w:type="paragraph" w:styleId="Heading1">
    <w:name w:val="heading 1"/>
    <w:aliases w:val="تیتر فصل"/>
    <w:basedOn w:val="Normal"/>
    <w:next w:val="Normal"/>
    <w:link w:val="Heading1Char"/>
    <w:uiPriority w:val="9"/>
    <w:qFormat/>
    <w:rsid w:val="005D5D1A"/>
    <w:pPr>
      <w:keepNext/>
      <w:keepLines/>
      <w:numPr>
        <w:numId w:val="5"/>
      </w:numPr>
      <w:spacing w:after="240"/>
      <w:outlineLvl w:val="0"/>
    </w:pPr>
    <w:rPr>
      <w:rFonts w:eastAsiaTheme="majorEastAsia" w:cs="B Yagut"/>
      <w:b/>
      <w:bCs/>
      <w:sz w:val="36"/>
      <w:szCs w:val="40"/>
    </w:rPr>
  </w:style>
  <w:style w:type="paragraph" w:styleId="Heading2">
    <w:name w:val="heading 2"/>
    <w:aliases w:val="تیتر 2"/>
    <w:basedOn w:val="Normal"/>
    <w:next w:val="Normal"/>
    <w:link w:val="Heading2Char"/>
    <w:uiPriority w:val="9"/>
    <w:unhideWhenUsed/>
    <w:qFormat/>
    <w:rsid w:val="005D5D1A"/>
    <w:pPr>
      <w:keepNext/>
      <w:keepLines/>
      <w:numPr>
        <w:ilvl w:val="1"/>
        <w:numId w:val="5"/>
      </w:numPr>
      <w:spacing w:before="240"/>
      <w:outlineLvl w:val="1"/>
    </w:pPr>
    <w:rPr>
      <w:rFonts w:asciiTheme="majorHAnsi" w:eastAsiaTheme="majorEastAsia" w:hAnsiTheme="majorHAnsi" w:cs="B Yagut"/>
      <w:bCs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D1A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D1A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D1A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D1A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D1A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D1A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D1A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5D1A"/>
    <w:rPr>
      <w:color w:val="808080"/>
    </w:rPr>
  </w:style>
  <w:style w:type="character" w:customStyle="1" w:styleId="Heading1Char">
    <w:name w:val="Heading 1 Char"/>
    <w:aliases w:val="تیتر فصل Char"/>
    <w:basedOn w:val="DefaultParagraphFont"/>
    <w:link w:val="Heading1"/>
    <w:uiPriority w:val="9"/>
    <w:rsid w:val="005D5D1A"/>
    <w:rPr>
      <w:rFonts w:ascii="Times New Roman" w:eastAsiaTheme="majorEastAsia" w:hAnsi="Times New Roman" w:cs="B Yagut"/>
      <w:b/>
      <w:bCs/>
      <w:sz w:val="36"/>
      <w:szCs w:val="40"/>
    </w:rPr>
  </w:style>
  <w:style w:type="character" w:customStyle="1" w:styleId="Heading2Char">
    <w:name w:val="Heading 2 Char"/>
    <w:aliases w:val="تیتر 2 Char"/>
    <w:basedOn w:val="DefaultParagraphFont"/>
    <w:link w:val="Heading2"/>
    <w:uiPriority w:val="9"/>
    <w:rsid w:val="005D5D1A"/>
    <w:rPr>
      <w:rFonts w:asciiTheme="majorHAnsi" w:eastAsiaTheme="majorEastAsia" w:hAnsiTheme="majorHAnsi" w:cs="B Yagut"/>
      <w:bCs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D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D1A"/>
    <w:rPr>
      <w:rFonts w:asciiTheme="majorHAnsi" w:eastAsiaTheme="majorEastAsia" w:hAnsiTheme="majorHAnsi" w:cstheme="majorBidi"/>
      <w:i/>
      <w:iCs/>
      <w:color w:val="2E74B5" w:themeColor="accent1" w:themeShade="BF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D1A"/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D1A"/>
    <w:rPr>
      <w:rFonts w:asciiTheme="majorHAnsi" w:eastAsiaTheme="majorEastAsia" w:hAnsiTheme="majorHAnsi" w:cstheme="majorBidi"/>
      <w:color w:val="1F4D78" w:themeColor="accent1" w:themeShade="7F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D1A"/>
    <w:rPr>
      <w:rFonts w:asciiTheme="majorHAnsi" w:eastAsiaTheme="majorEastAsia" w:hAnsiTheme="majorHAnsi" w:cstheme="majorBidi"/>
      <w:i/>
      <w:iCs/>
      <w:color w:val="1F4D78" w:themeColor="accent1" w:themeShade="7F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D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D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9005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050"/>
    <w:rPr>
      <w:rFonts w:ascii="Times New Roman" w:hAnsi="Times New Roman" w:cs="B Nazanin"/>
      <w:szCs w:val="26"/>
    </w:rPr>
  </w:style>
  <w:style w:type="paragraph" w:styleId="Footer">
    <w:name w:val="footer"/>
    <w:basedOn w:val="Normal"/>
    <w:link w:val="FooterChar"/>
    <w:uiPriority w:val="99"/>
    <w:unhideWhenUsed/>
    <w:rsid w:val="00E9005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050"/>
    <w:rPr>
      <w:rFonts w:ascii="Times New Roman" w:hAnsi="Times New Roman" w:cs="B Nazanin"/>
      <w:szCs w:val="26"/>
    </w:rPr>
  </w:style>
  <w:style w:type="table" w:styleId="TableGrid">
    <w:name w:val="Table Grid"/>
    <w:basedOn w:val="TableNormal"/>
    <w:uiPriority w:val="39"/>
    <w:rsid w:val="005D3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5D373F"/>
    <w:pPr>
      <w:numPr>
        <w:numId w:val="0"/>
      </w:numPr>
      <w:bidi w:val="0"/>
      <w:spacing w:before="240" w:after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D373F"/>
    <w:pPr>
      <w:tabs>
        <w:tab w:val="left" w:pos="369"/>
        <w:tab w:val="right" w:leader="dot" w:pos="8729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373F"/>
    <w:pPr>
      <w:tabs>
        <w:tab w:val="left" w:pos="729"/>
        <w:tab w:val="right" w:leader="dot" w:pos="8729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D373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73F"/>
    <w:pPr>
      <w:ind w:left="720"/>
      <w:contextualSpacing/>
    </w:pPr>
  </w:style>
  <w:style w:type="paragraph" w:styleId="Caption">
    <w:name w:val="caption"/>
    <w:aliases w:val="توضیح شکل"/>
    <w:basedOn w:val="Normal"/>
    <w:next w:val="Normal"/>
    <w:uiPriority w:val="35"/>
    <w:unhideWhenUsed/>
    <w:qFormat/>
    <w:rsid w:val="00A8080B"/>
    <w:pPr>
      <w:spacing w:after="120" w:line="240" w:lineRule="auto"/>
    </w:pPr>
    <w:rPr>
      <w:bCs/>
      <w:i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Kahroba\Tech%20Office\Internship%20Forms\Internship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2EAE7CA2964FE19799EF4F2A347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BB39B-E8AB-44BF-A82C-06DFFAE10422}"/>
      </w:docPartPr>
      <w:docPartBody>
        <w:p w:rsidR="0056060B" w:rsidRDefault="00065F3E">
          <w:pPr>
            <w:pStyle w:val="F42EAE7CA2964FE19799EF4F2A347A20"/>
          </w:pPr>
          <w:r w:rsidRPr="007E7CF7">
            <w:rPr>
              <w:rStyle w:val="PlaceholderText"/>
            </w:rPr>
            <w:t>Click here to enter text.</w:t>
          </w:r>
        </w:p>
      </w:docPartBody>
    </w:docPart>
    <w:docPart>
      <w:docPartPr>
        <w:name w:val="B4FE01FE2FB94206B178278F84BF8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88B7D-BA32-4DD0-812E-81B326A06F89}"/>
      </w:docPartPr>
      <w:docPartBody>
        <w:p w:rsidR="0056060B" w:rsidRDefault="00065F3E">
          <w:pPr>
            <w:pStyle w:val="B4FE01FE2FB94206B178278F84BF8DEB"/>
          </w:pPr>
          <w:r w:rsidRPr="007E7CF7">
            <w:rPr>
              <w:rStyle w:val="PlaceholderText"/>
            </w:rPr>
            <w:t>Click here to enter text.</w:t>
          </w:r>
        </w:p>
      </w:docPartBody>
    </w:docPart>
    <w:docPart>
      <w:docPartPr>
        <w:name w:val="381857A06FD04DB6AA6A00CD635C7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48F8F-BE9E-4EA0-9EE2-A8F73EA76376}"/>
      </w:docPartPr>
      <w:docPartBody>
        <w:p w:rsidR="00BC3DBD" w:rsidRDefault="00B57D3A" w:rsidP="00B57D3A">
          <w:pPr>
            <w:pStyle w:val="381857A06FD04DB6AA6A00CD635C7DA8"/>
          </w:pPr>
          <w:r w:rsidRPr="007E7CF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3E"/>
    <w:rsid w:val="00065F3E"/>
    <w:rsid w:val="00461C79"/>
    <w:rsid w:val="0056060B"/>
    <w:rsid w:val="006E3AC0"/>
    <w:rsid w:val="00B57D3A"/>
    <w:rsid w:val="00BC3DBD"/>
    <w:rsid w:val="00D5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7D3A"/>
    <w:rPr>
      <w:color w:val="808080"/>
    </w:rPr>
  </w:style>
  <w:style w:type="paragraph" w:customStyle="1" w:styleId="F42EAE7CA2964FE19799EF4F2A347A20">
    <w:name w:val="F42EAE7CA2964FE19799EF4F2A347A20"/>
  </w:style>
  <w:style w:type="paragraph" w:customStyle="1" w:styleId="B4FE01FE2FB94206B178278F84BF8DEB">
    <w:name w:val="B4FE01FE2FB94206B178278F84BF8DEB"/>
  </w:style>
  <w:style w:type="paragraph" w:customStyle="1" w:styleId="381857A06FD04DB6AA6A00CD635C7DA8">
    <w:name w:val="381857A06FD04DB6AA6A00CD635C7DA8"/>
    <w:rsid w:val="00B57D3A"/>
    <w:pPr>
      <w:bidi/>
    </w:pPr>
    <w:rPr>
      <w:lang w:bidi="fa-IR"/>
    </w:rPr>
  </w:style>
  <w:style w:type="paragraph" w:customStyle="1" w:styleId="2939B8CEBB154A72AABAFAFA1A85ABA2">
    <w:name w:val="2939B8CEBB154A72AABAFAFA1A85ABA2"/>
    <w:rsid w:val="00B57D3A"/>
    <w:pPr>
      <w:bidi/>
    </w:pPr>
    <w:rPr>
      <w:lang w:bidi="fa-I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D1CA-1411-4F8B-99F4-AC489AB3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Internship Report Template</Template>
  <TotalTime>0</TotalTime>
  <Pages>9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Bashiri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</dc:creator>
  <cp:keywords/>
  <dc:description/>
  <cp:lastModifiedBy>M</cp:lastModifiedBy>
  <cp:revision>2</cp:revision>
  <dcterms:created xsi:type="dcterms:W3CDTF">2019-04-20T06:08:00Z</dcterms:created>
  <dcterms:modified xsi:type="dcterms:W3CDTF">2019-04-20T06:08:00Z</dcterms:modified>
</cp:coreProperties>
</file>